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860F6" w14:textId="77777777" w:rsidR="00085371" w:rsidRDefault="00085371" w:rsidP="00085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EC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>образования и науки российской федерации</w:t>
      </w:r>
    </w:p>
    <w:p w14:paraId="783CAD15" w14:textId="77777777" w:rsidR="00085371" w:rsidRPr="00CA6EC0" w:rsidRDefault="00085371" w:rsidP="00085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Федеральное агентство по образованию</w:t>
      </w:r>
    </w:p>
    <w:p w14:paraId="4AC8F82A" w14:textId="77777777" w:rsidR="00085371" w:rsidRPr="00CA6EC0" w:rsidRDefault="00085371" w:rsidP="00085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EC0">
        <w:rPr>
          <w:rFonts w:ascii="Times New Roman" w:hAnsi="Times New Roman" w:cs="Times New Roman"/>
          <w:sz w:val="28"/>
          <w:szCs w:val="28"/>
        </w:rPr>
        <w:t>Новосибирский государственный технический университет</w:t>
      </w:r>
    </w:p>
    <w:p w14:paraId="1AE52EB7" w14:textId="77777777" w:rsidR="00085371" w:rsidRPr="00CA6EC0" w:rsidRDefault="00085371" w:rsidP="00085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EC0">
        <w:rPr>
          <w:rFonts w:ascii="Times New Roman" w:hAnsi="Times New Roman" w:cs="Times New Roman"/>
          <w:noProof/>
          <w:sz w:val="28"/>
        </w:rPr>
        <w:drawing>
          <wp:inline distT="0" distB="0" distL="0" distR="0" wp14:editId="0BEAA4E9">
            <wp:extent cx="2872105" cy="2016125"/>
            <wp:effectExtent l="19050" t="0" r="4445" b="0"/>
            <wp:docPr id="2" name="Рисунок 1" descr="NG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GT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105" cy="201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3DD295" w14:textId="77777777" w:rsidR="00085371" w:rsidRPr="00CA6EC0" w:rsidRDefault="00085371" w:rsidP="00085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Реферат на тему:</w:t>
      </w:r>
    </w:p>
    <w:p w14:paraId="0FC48F80" w14:textId="77777777" w:rsidR="00085371" w:rsidRPr="00E96689" w:rsidRDefault="00085371" w:rsidP="00085371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Оценка эффективности работы ТЭС</w:t>
      </w:r>
    </w:p>
    <w:p w14:paraId="02C1CE29" w14:textId="77777777" w:rsidR="00085371" w:rsidRPr="00CA6EC0" w:rsidRDefault="00085371" w:rsidP="00085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0EB842" w14:textId="77777777" w:rsidR="00085371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FBFB31E" w14:textId="77777777" w:rsidR="00085371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8474908" w14:textId="77777777" w:rsidR="00085371" w:rsidRPr="00CA6EC0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Выполнил:</w:t>
      </w:r>
    </w:p>
    <w:p w14:paraId="11C9AE85" w14:textId="77777777" w:rsidR="00085371" w:rsidRPr="00CA6EC0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A6EC0">
        <w:rPr>
          <w:rFonts w:ascii="Times New Roman" w:hAnsi="Times New Roman" w:cs="Times New Roman"/>
          <w:sz w:val="28"/>
          <w:szCs w:val="28"/>
        </w:rPr>
        <w:t>студент группы ТЭ-62</w:t>
      </w:r>
    </w:p>
    <w:p w14:paraId="0138EC67" w14:textId="77777777" w:rsidR="00085371" w:rsidRPr="00CA6EC0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Звонарев Л.А</w:t>
      </w:r>
      <w:r w:rsidRPr="00CA6EC0">
        <w:rPr>
          <w:rFonts w:ascii="Times New Roman" w:hAnsi="Times New Roman" w:cs="Times New Roman"/>
          <w:sz w:val="28"/>
          <w:szCs w:val="28"/>
        </w:rPr>
        <w:t>.</w:t>
      </w:r>
    </w:p>
    <w:p w14:paraId="7FD1D4DA" w14:textId="77777777" w:rsidR="00085371" w:rsidRPr="00CA6EC0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Проверил:</w:t>
      </w:r>
    </w:p>
    <w:p w14:paraId="2FDF9A32" w14:textId="77777777" w:rsidR="00085371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Щинников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П.А</w:t>
      </w:r>
      <w:r w:rsidRPr="00CA6EC0">
        <w:rPr>
          <w:rFonts w:ascii="Times New Roman" w:hAnsi="Times New Roman" w:cs="Times New Roman"/>
          <w:sz w:val="28"/>
          <w:szCs w:val="28"/>
        </w:rPr>
        <w:t>.</w:t>
      </w:r>
    </w:p>
    <w:p w14:paraId="302B3DDE" w14:textId="77777777" w:rsidR="00085371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5F12EFD" w14:textId="77777777" w:rsidR="00085371" w:rsidRPr="00CA6EC0" w:rsidRDefault="00085371" w:rsidP="000853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0A46260" w14:textId="77777777" w:rsidR="00085371" w:rsidRDefault="00085371" w:rsidP="0008537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6EC0">
        <w:rPr>
          <w:rFonts w:ascii="Times New Roman" w:hAnsi="Times New Roman" w:cs="Times New Roman"/>
          <w:sz w:val="28"/>
          <w:szCs w:val="28"/>
        </w:rPr>
        <w:t>Новосибирск</w:t>
      </w:r>
      <w:r w:rsidR="001A3F66">
        <w:rPr>
          <w:rFonts w:ascii="Times New Roman" w:hAnsi="Times New Roman" w:cs="Times New Roman"/>
          <w:sz w:val="28"/>
          <w:szCs w:val="28"/>
        </w:rPr>
        <w:t>,</w:t>
      </w:r>
      <w:r w:rsidRPr="00CA6EC0">
        <w:rPr>
          <w:rFonts w:ascii="Times New Roman" w:hAnsi="Times New Roman" w:cs="Times New Roman"/>
          <w:sz w:val="28"/>
          <w:szCs w:val="28"/>
        </w:rPr>
        <w:t xml:space="preserve"> 2010</w:t>
      </w:r>
    </w:p>
    <w:p w14:paraId="0D5EB4C6" w14:textId="77777777" w:rsidR="004C63AF" w:rsidRDefault="004C63AF" w:rsidP="004C63AF">
      <w:pPr>
        <w:tabs>
          <w:tab w:val="left" w:pos="415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14:paraId="0549D6BE" w14:textId="77777777" w:rsidR="004C63AF" w:rsidRDefault="004C63AF" w:rsidP="004C63AF">
      <w:pPr>
        <w:tabs>
          <w:tab w:val="left" w:pos="415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технико-экономической эффективности энергоблоков ТЭС и выбор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наивыгоднейшего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варианта является одним из необходимых этапов технико-экономического обоснования проекта ТЭС.</w:t>
      </w:r>
    </w:p>
    <w:p w14:paraId="7CBFDD15" w14:textId="77777777" w:rsidR="004C63AF" w:rsidRDefault="004C63AF" w:rsidP="004C63AF">
      <w:pPr>
        <w:tabs>
          <w:tab w:val="left" w:pos="415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Проектирование (и даже модернизация) ТЭС в новых экономических условиях, с новыми экологически перспективными технологиями, с современным технологическим профилем, со сложными взаимосвязями в топливно-экономическом комплексе является процессом, учитывающим всю совокупность влияющих системных факторов. В этих условиях обоснование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наивыгоднейшего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технологического решения (варианта) имеет решающее значение.</w:t>
      </w:r>
    </w:p>
    <w:p w14:paraId="67917952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E82105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479BAD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2C140B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099575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B76A78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7C4393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395144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EF8900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67A30A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E6688A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452890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31D928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6499E5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7088CE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3D43E5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6261D0" w14:textId="77777777" w:rsidR="004C63AF" w:rsidRDefault="004C63AF" w:rsidP="00534CE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4F3631" w14:textId="77777777" w:rsidR="001430B4" w:rsidRDefault="001430B4" w:rsidP="001430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работы ТЭС</w:t>
      </w:r>
    </w:p>
    <w:p w14:paraId="26DEB02C" w14:textId="77777777" w:rsidR="00F811EE" w:rsidRDefault="001823C7" w:rsidP="00534C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16643">
        <w:rPr>
          <w:rFonts w:ascii="Times New Roman" w:hAnsi="Times New Roman" w:cs="Times New Roman"/>
          <w:sz w:val="28"/>
          <w:szCs w:val="28"/>
        </w:rPr>
        <w:t xml:space="preserve">В практике проектирования тепловых электростанций и при проектировании агрегатов и теплообменных аппаратов </w:t>
      </w:r>
      <w:r w:rsidR="003B4433">
        <w:rPr>
          <w:rFonts w:ascii="Times New Roman" w:hAnsi="Times New Roman" w:cs="Times New Roman"/>
          <w:sz w:val="28"/>
          <w:szCs w:val="28"/>
        </w:rPr>
        <w:t>тепловых электростанций (ТЭС)</w:t>
      </w:r>
      <w:r w:rsidR="00316643">
        <w:rPr>
          <w:rFonts w:ascii="Times New Roman" w:hAnsi="Times New Roman" w:cs="Times New Roman"/>
          <w:sz w:val="28"/>
          <w:szCs w:val="28"/>
        </w:rPr>
        <w:t xml:space="preserve"> приходится сравнивать варианты решения технических задач, характеризующиеся различными капитальными затра</w:t>
      </w:r>
      <w:r w:rsidR="0011206D">
        <w:rPr>
          <w:rFonts w:ascii="Times New Roman" w:hAnsi="Times New Roman" w:cs="Times New Roman"/>
          <w:sz w:val="28"/>
          <w:szCs w:val="28"/>
        </w:rPr>
        <w:t>та</w:t>
      </w:r>
      <w:r w:rsidR="00316643">
        <w:rPr>
          <w:rFonts w:ascii="Times New Roman" w:hAnsi="Times New Roman" w:cs="Times New Roman"/>
          <w:sz w:val="28"/>
          <w:szCs w:val="28"/>
        </w:rPr>
        <w:t>ми</w:t>
      </w:r>
      <w:r w:rsidR="0011206D">
        <w:rPr>
          <w:rFonts w:ascii="Times New Roman" w:hAnsi="Times New Roman" w:cs="Times New Roman"/>
          <w:sz w:val="28"/>
          <w:szCs w:val="28"/>
        </w:rPr>
        <w:t xml:space="preserve"> и последующими издержками. Это относится, в частности, к выбору начальных параметров пара, типа и мощности агрегатов, температуры питательной воды, недогрева воды в поверхностных регенеративных подогревателях, количества отборов на регенерацию и к </w:t>
      </w:r>
      <w:r w:rsidR="0011206D" w:rsidRPr="0011206D">
        <w:rPr>
          <w:rFonts w:ascii="Times New Roman" w:hAnsi="Times New Roman" w:cs="Times New Roman"/>
          <w:sz w:val="28"/>
          <w:szCs w:val="28"/>
        </w:rPr>
        <w:t>решению многих других вопросов. Цель технико-экономических расчетов—</w:t>
      </w:r>
      <w:r w:rsidR="0011206D">
        <w:rPr>
          <w:rFonts w:ascii="Times New Roman" w:hAnsi="Times New Roman" w:cs="Times New Roman"/>
          <w:sz w:val="28"/>
          <w:szCs w:val="28"/>
        </w:rPr>
        <w:t>выбор наиболее экономичного варианта.</w:t>
      </w:r>
    </w:p>
    <w:p w14:paraId="48194E91" w14:textId="77777777" w:rsidR="00534CE5" w:rsidRDefault="00534CE5" w:rsidP="00534C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Экономичность варианта должна оцениваться с учетом как первоначальных капитальных вложений, </w:t>
      </w:r>
      <w:r w:rsidR="000E43B0">
        <w:rPr>
          <w:rFonts w:ascii="Times New Roman" w:hAnsi="Times New Roman" w:cs="Times New Roman"/>
          <w:sz w:val="28"/>
          <w:szCs w:val="28"/>
        </w:rPr>
        <w:t xml:space="preserve">так и текущих затрат. Поэтому для сравнительно </w:t>
      </w:r>
      <w:r w:rsidR="00147004">
        <w:rPr>
          <w:rFonts w:ascii="Times New Roman" w:hAnsi="Times New Roman" w:cs="Times New Roman"/>
          <w:sz w:val="28"/>
          <w:szCs w:val="28"/>
        </w:rPr>
        <w:t>стоимостной оценки вариантов в настоящее время пользуются методом срока окупаемости, соизмеряющим капиталовложения с будущими издержками производства (себестоимостью продукции).</w:t>
      </w:r>
    </w:p>
    <w:p w14:paraId="0DE7EE90" w14:textId="77777777" w:rsidR="0087739D" w:rsidRDefault="00147004" w:rsidP="00534C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оценке сравнительной экономичности вариантов каждый из них должен быть выбран исходя из условия его наибольшей экономичности. Сравниваемые варианты следует сопоставлять при одинаковых ценах, энергетическом эффекте </w:t>
      </w:r>
      <w:r w:rsidR="0087739D">
        <w:rPr>
          <w:rFonts w:ascii="Times New Roman" w:hAnsi="Times New Roman" w:cs="Times New Roman"/>
          <w:sz w:val="28"/>
          <w:szCs w:val="28"/>
        </w:rPr>
        <w:t xml:space="preserve">(одинаковой выработке электроэнергии, одинаковом отпуске теплоты), при равной надежности, при одинаковых санитарно-гигиенических условиях и при оптимальном использовании агрегатов. При сопоставлении вариантов обычно пользуются понятием </w:t>
      </w:r>
      <w:r w:rsidR="0087739D">
        <w:rPr>
          <w:rFonts w:ascii="Times New Roman" w:hAnsi="Times New Roman" w:cs="Times New Roman"/>
          <w:i/>
          <w:sz w:val="28"/>
          <w:szCs w:val="28"/>
        </w:rPr>
        <w:t xml:space="preserve">годовых расчетных (приведенных) затрат, </w:t>
      </w:r>
      <w:r w:rsidR="0087739D">
        <w:rPr>
          <w:rFonts w:ascii="Times New Roman" w:hAnsi="Times New Roman" w:cs="Times New Roman"/>
          <w:sz w:val="28"/>
          <w:szCs w:val="28"/>
        </w:rPr>
        <w:t>руб/год,</w:t>
      </w:r>
    </w:p>
    <w:p w14:paraId="15B7D4A5" w14:textId="77777777" w:rsidR="00147004" w:rsidRPr="00C15466" w:rsidRDefault="0087739D" w:rsidP="00C15466">
      <w:pPr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З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Times New Roman" w:hAnsi="Times New Roman" w:cs="Times New Roman"/>
            <w:sz w:val="28"/>
            <w:szCs w:val="28"/>
          </w:rPr>
          <m:t>Ен∙К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Times New Roman" w:hAnsi="Times New Roman" w:cs="Times New Roman"/>
            <w:sz w:val="28"/>
            <w:szCs w:val="28"/>
          </w:rPr>
          <m:t>И</m:t>
        </m:r>
      </m:oMath>
      <w:r w:rsidR="00C15466">
        <w:rPr>
          <w:rFonts w:ascii="Times New Roman" w:hAnsi="Times New Roman" w:cs="Times New Roman"/>
          <w:sz w:val="28"/>
          <w:szCs w:val="28"/>
        </w:rPr>
        <w:t>,</w:t>
      </w:r>
    </w:p>
    <w:p w14:paraId="4865789C" w14:textId="77777777" w:rsidR="0087739D" w:rsidRPr="00DA6268" w:rsidRDefault="00C15466" w:rsidP="00534CE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</w:t>
      </w:r>
      <m:oMath>
        <m:r>
          <w:rPr>
            <w:rFonts w:ascii="Times New Roman" w:hAnsi="Times New Roman" w:cs="Times New Roman"/>
            <w:sz w:val="28"/>
            <w:szCs w:val="28"/>
          </w:rPr>
          <m:t>Ен</m:t>
        </m:r>
        <m:r>
          <w:rPr>
            <w:rFonts w:ascii="Cambria Math" w:hAnsi="Times New Roman" w:cs="Times New Roman"/>
            <w:sz w:val="28"/>
            <w:szCs w:val="28"/>
          </w:rPr>
          <m:t>=1/</m:t>
        </m:r>
        <m:r>
          <w:rPr>
            <w:rFonts w:ascii="Times New Roman" w:hAnsi="Times New Roman" w:cs="Times New Roman"/>
            <w:sz w:val="28"/>
            <w:szCs w:val="28"/>
          </w:rPr>
          <m:t>Тн</m:t>
        </m:r>
      </m:oMath>
      <w:r w:rsidR="0071685B">
        <w:rPr>
          <w:rFonts w:ascii="Times New Roman" w:hAnsi="Times New Roman" w:cs="Times New Roman"/>
          <w:sz w:val="28"/>
          <w:szCs w:val="28"/>
        </w:rPr>
        <w:t>= 0,12год</w:t>
      </w:r>
      <w:r w:rsidR="0071685B">
        <w:rPr>
          <w:rFonts w:ascii="Times New Roman" w:hAnsi="Times New Roman" w:cs="Times New Roman"/>
          <w:sz w:val="28"/>
          <w:szCs w:val="28"/>
          <w:vertAlign w:val="superscript"/>
        </w:rPr>
        <w:t xml:space="preserve">-1 </w:t>
      </w:r>
      <w:r>
        <w:rPr>
          <w:rFonts w:ascii="Cambria Math" w:hAnsi="Cambria Math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>нормативный коэффициент эффективности дополнительных капиталовложений, год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m:oMath>
        <m:r>
          <w:rPr>
            <w:rFonts w:ascii="Times New Roman" w:hAnsi="Times New Roman" w:cs="Times New Roman"/>
            <w:sz w:val="28"/>
            <w:szCs w:val="28"/>
          </w:rPr>
          <m:t>Тн</m:t>
        </m:r>
        <m:r>
          <w:rPr>
            <w:rFonts w:ascii="Cambria Math" w:hAnsi="Times New Roman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нормативный срок окупаемости (для энергетики 8 лет); </w:t>
      </w:r>
      <m:oMath>
        <m:r>
          <w:rPr>
            <w:rFonts w:ascii="Times New Roman" w:hAnsi="Times New Roman" w:cs="Times New Roman"/>
            <w:sz w:val="28"/>
            <w:szCs w:val="28"/>
          </w:rPr>
          <m:t>К</m:t>
        </m:r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Times New Roman" w:hAnsi="Times New Roman" w:cs="Times New Roman"/>
            <w:sz w:val="28"/>
            <w:szCs w:val="28"/>
          </w:rPr>
          <m:t>И</m:t>
        </m:r>
        <m:r>
          <w:rPr>
            <w:rFonts w:ascii="Cambria Math" w:hAnsi="Times New Roman" w:cs="Times New Roman"/>
            <w:sz w:val="28"/>
            <w:szCs w:val="28"/>
          </w:rPr>
          <m:t>-</m:t>
        </m:r>
      </m:oMath>
      <w:r>
        <w:rPr>
          <w:rFonts w:ascii="Times New Roman" w:hAnsi="Times New Roman" w:cs="Times New Roman"/>
          <w:sz w:val="28"/>
          <w:szCs w:val="28"/>
        </w:rPr>
        <w:t xml:space="preserve">соответсвенно капиталовложения, руб., и годовые издержки производства (эксплуатационные расходы), руб/год. </w:t>
      </w:r>
      <w:r w:rsidR="0071685B">
        <w:rPr>
          <w:rFonts w:ascii="Times New Roman" w:hAnsi="Times New Roman" w:cs="Times New Roman"/>
          <w:sz w:val="28"/>
          <w:szCs w:val="28"/>
        </w:rPr>
        <w:t>Лучшим считается вариант, для которого годовые расчетные затраты минимальны.</w:t>
      </w:r>
      <w:r w:rsidR="00DA6268">
        <w:rPr>
          <w:rFonts w:ascii="Times New Roman" w:hAnsi="Times New Roman" w:cs="Times New Roman"/>
          <w:sz w:val="28"/>
          <w:szCs w:val="28"/>
          <w:lang w:val="en-US"/>
        </w:rPr>
        <w:t>[1]</w:t>
      </w:r>
    </w:p>
    <w:p w14:paraId="77D0DB20" w14:textId="77777777" w:rsidR="0071685B" w:rsidRPr="00DA6268" w:rsidRDefault="0071685B" w:rsidP="00534C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 технико-экономическом сравнении вариантов по методу срока окупаемости можно не рассматривать капиталовложения в узлы, стоимость которых сохраняется неизменной в сравниваемых вариантах. Можно также не учитывать неизменные составляющие издержек производства. Прием исключения одинаковых затрат, сокращающий вычисления, широко используется на практике.</w:t>
      </w:r>
      <w:r w:rsidR="00DA6268" w:rsidRPr="00DA6268">
        <w:rPr>
          <w:rFonts w:ascii="Times New Roman" w:hAnsi="Times New Roman" w:cs="Times New Roman"/>
          <w:sz w:val="28"/>
          <w:szCs w:val="28"/>
        </w:rPr>
        <w:t>[1]</w:t>
      </w:r>
    </w:p>
    <w:p w14:paraId="22734E64" w14:textId="77777777" w:rsidR="0071685B" w:rsidRDefault="0071685B" w:rsidP="00534C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Применительно к экономическим расчетам в энергетике следует кратко остановиться на определении </w:t>
      </w:r>
      <w:r w:rsidR="00F90E4D">
        <w:rPr>
          <w:rFonts w:ascii="Times New Roman" w:hAnsi="Times New Roman" w:cs="Times New Roman"/>
          <w:sz w:val="28"/>
          <w:szCs w:val="28"/>
        </w:rPr>
        <w:t xml:space="preserve">капиталовложений и годовых издержек производства для ТЭС. Полная стоимость строительства ТЭС </w:t>
      </w:r>
      <w:r w:rsidR="00F90E4D" w:rsidRPr="00F90E4D">
        <w:rPr>
          <w:rFonts w:ascii="Times New Roman" w:hAnsi="Times New Roman" w:cs="Times New Roman"/>
          <w:i/>
          <w:sz w:val="28"/>
          <w:szCs w:val="28"/>
        </w:rPr>
        <w:t>К</w:t>
      </w:r>
      <w:r w:rsidR="00F90E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0E4D">
        <w:rPr>
          <w:rFonts w:ascii="Times New Roman" w:hAnsi="Times New Roman" w:cs="Times New Roman"/>
          <w:sz w:val="28"/>
          <w:szCs w:val="28"/>
        </w:rPr>
        <w:t>складывается из стоимости строительных работ, монтажа (40-45%) и установленного оборудования. В составе капиталовложений должны учитываться: стоимость основного проектируемого объекта, оборотные фонды (запасы топлива, материалов) и, иногда, смежные капиталовложения для отраслей, продукция которых вносит значительный вклад в капиталовложения или себестоимость электроэнергии. Для энергетики смежные капиталовложения, как правило, надо учитывать в топливодобывающей промышленности и при транспорте топлива. Если капитальные затраты в вариантах осуществляются в разные сроки, их с</w:t>
      </w:r>
      <w:r w:rsidR="00F87DE9">
        <w:rPr>
          <w:rFonts w:ascii="Times New Roman" w:hAnsi="Times New Roman" w:cs="Times New Roman"/>
          <w:sz w:val="28"/>
          <w:szCs w:val="28"/>
        </w:rPr>
        <w:t>ледует сравнивать по капиталовложениям, приведенным к моменту сравнения по формулам простых или сложных процентов.</w:t>
      </w:r>
    </w:p>
    <w:p w14:paraId="3C931E3B" w14:textId="77777777" w:rsidR="00F87DE9" w:rsidRDefault="00F87DE9" w:rsidP="00534C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Годовые издержки на отпуск электроэнергии, руб/год, определяются по формуле:</w:t>
      </w:r>
    </w:p>
    <w:p w14:paraId="72FB9758" w14:textId="77777777" w:rsidR="00F87DE9" w:rsidRDefault="00F87DE9" w:rsidP="00F87D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И=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>
        <w:rPr>
          <w:rFonts w:ascii="Cambria Math" w:hAnsi="Cambria Math" w:cs="Times New Roman"/>
          <w:sz w:val="28"/>
          <w:szCs w:val="28"/>
        </w:rPr>
        <w:t>∙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B85E3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Cambria Math" w:hAnsi="Cambria Math" w:cs="Times New Roman"/>
          <w:i/>
          <w:sz w:val="28"/>
          <w:szCs w:val="28"/>
        </w:rPr>
        <w:t>∙</w:t>
      </w:r>
      <w:r>
        <w:rPr>
          <w:rFonts w:ascii="Times New Roman" w:hAnsi="Times New Roman" w:cs="Times New Roman"/>
          <w:i/>
          <w:sz w:val="28"/>
          <w:szCs w:val="28"/>
        </w:rPr>
        <w:t>Э</w:t>
      </w:r>
      <w:r w:rsidRPr="00B85E3B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>
        <w:rPr>
          <w:rFonts w:ascii="Cambria Math" w:hAnsi="Cambria Math" w:cs="Times New Roman"/>
          <w:i/>
          <w:sz w:val="28"/>
          <w:szCs w:val="28"/>
        </w:rPr>
        <w:t>∙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B85E3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Cambria Math" w:hAnsi="Cambria Math" w:cs="Times New Roman"/>
          <w:i/>
          <w:sz w:val="28"/>
          <w:szCs w:val="28"/>
        </w:rPr>
        <w:t>∙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B85E3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>
        <w:rPr>
          <w:rFonts w:ascii="Cambria Math" w:hAnsi="Cambria Math" w:cs="Times New Roman"/>
          <w:i/>
          <w:sz w:val="28"/>
          <w:szCs w:val="28"/>
        </w:rPr>
        <w:t>∙</w:t>
      </w:r>
      <w:r>
        <w:rPr>
          <w:rFonts w:ascii="Cambria Math" w:hAnsi="Cambria Math" w:cs="Times New Roman"/>
          <w:i/>
          <w:sz w:val="28"/>
          <w:szCs w:val="28"/>
          <w:lang w:val="en-US"/>
        </w:rPr>
        <w:t>τ</w:t>
      </w:r>
      <w:r w:rsidRPr="00B85E3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>
        <w:rPr>
          <w:rFonts w:ascii="Cambria Math" w:hAnsi="Cambria Math" w:cs="Times New Roman"/>
          <w:i/>
          <w:sz w:val="28"/>
          <w:szCs w:val="28"/>
        </w:rPr>
        <w:t>∙</w:t>
      </w:r>
      <w:r w:rsidRPr="00F87DE9">
        <w:rPr>
          <w:rFonts w:ascii="Times New Roman" w:hAnsi="Times New Roman" w:cs="Times New Roman"/>
          <w:sz w:val="28"/>
          <w:szCs w:val="28"/>
        </w:rPr>
        <w:t>(1-</w:t>
      </w:r>
      <w:r>
        <w:rPr>
          <w:rFonts w:ascii="Times New Roman" w:hAnsi="Times New Roman" w:cs="Times New Roman"/>
          <w:i/>
          <w:sz w:val="28"/>
          <w:szCs w:val="28"/>
        </w:rPr>
        <w:t>э</w:t>
      </w:r>
      <w:r w:rsidRPr="00B85E3B">
        <w:rPr>
          <w:rFonts w:ascii="Times New Roman" w:hAnsi="Times New Roman" w:cs="Times New Roman"/>
          <w:sz w:val="28"/>
          <w:szCs w:val="28"/>
          <w:vertAlign w:val="subscript"/>
        </w:rPr>
        <w:t>сн</w:t>
      </w:r>
      <w:r w:rsidRPr="00F87DE9">
        <w:rPr>
          <w:rFonts w:ascii="Times New Roman" w:hAnsi="Times New Roman" w:cs="Times New Roman"/>
          <w:sz w:val="28"/>
          <w:szCs w:val="28"/>
        </w:rPr>
        <w:t>)</w:t>
      </w:r>
      <w:r w:rsidR="00B85E3B">
        <w:rPr>
          <w:rFonts w:ascii="Times New Roman" w:hAnsi="Times New Roman" w:cs="Times New Roman"/>
          <w:sz w:val="28"/>
          <w:szCs w:val="28"/>
        </w:rPr>
        <w:t>.</w:t>
      </w:r>
    </w:p>
    <w:p w14:paraId="38EA09F9" w14:textId="77777777" w:rsidR="00B85E3B" w:rsidRDefault="00B85E3B" w:rsidP="00B85E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Здесь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>
        <w:rPr>
          <w:rFonts w:ascii="Cambria Math" w:hAnsi="Cambria Math" w:cs="Times New Roman"/>
          <w:sz w:val="28"/>
          <w:szCs w:val="28"/>
        </w:rPr>
        <w:t>—</w:t>
      </w:r>
      <w:r w:rsidRPr="00B85E3B">
        <w:rPr>
          <w:rFonts w:ascii="Times New Roman" w:hAnsi="Times New Roman" w:cs="Times New Roman"/>
          <w:sz w:val="28"/>
          <w:szCs w:val="28"/>
        </w:rPr>
        <w:t xml:space="preserve">себестоимость отпущенной электроэнергии за годовой период, коп/(кВт∙ч); </w:t>
      </w:r>
      <w:r w:rsidRPr="00B85E3B">
        <w:rPr>
          <w:rFonts w:ascii="Times New Roman" w:hAnsi="Times New Roman" w:cs="Times New Roman"/>
          <w:i/>
          <w:sz w:val="28"/>
          <w:szCs w:val="28"/>
        </w:rPr>
        <w:t>Э</w:t>
      </w:r>
      <w:r w:rsidRPr="00B85E3B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i/>
          <w:sz w:val="28"/>
          <w:szCs w:val="28"/>
        </w:rPr>
        <w:t>Э</w:t>
      </w:r>
      <w:r w:rsidRPr="00B85E3B">
        <w:rPr>
          <w:rFonts w:ascii="Times New Roman" w:hAnsi="Times New Roman" w:cs="Times New Roman"/>
          <w:sz w:val="28"/>
          <w:szCs w:val="28"/>
          <w:vertAlign w:val="subscript"/>
        </w:rPr>
        <w:t>год</w:t>
      </w:r>
      <w:r>
        <w:rPr>
          <w:rFonts w:ascii="Times New Roman" w:hAnsi="Times New Roman" w:cs="Times New Roman"/>
          <w:sz w:val="28"/>
          <w:szCs w:val="28"/>
        </w:rPr>
        <w:t>(1-</w:t>
      </w:r>
      <w:r w:rsidRPr="00B85E3B">
        <w:rPr>
          <w:rFonts w:ascii="Times New Roman" w:hAnsi="Times New Roman" w:cs="Times New Roman"/>
          <w:i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сн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85E3B">
        <w:rPr>
          <w:rFonts w:ascii="Cambria Math" w:hAnsi="Cambria Math" w:cs="Times New Roman"/>
          <w:sz w:val="28"/>
          <w:szCs w:val="28"/>
        </w:rPr>
        <w:t xml:space="preserve"> </w:t>
      </w:r>
      <w:r w:rsidRPr="006B6731">
        <w:rPr>
          <w:rFonts w:ascii="Times New Roman" w:hAnsi="Times New Roman" w:cs="Times New Roman"/>
          <w:sz w:val="28"/>
          <w:szCs w:val="28"/>
        </w:rPr>
        <w:t>—</w:t>
      </w:r>
      <w:r w:rsidRPr="00B85E3B">
        <w:rPr>
          <w:rFonts w:ascii="Times New Roman" w:hAnsi="Times New Roman" w:cs="Times New Roman"/>
          <w:sz w:val="28"/>
          <w:szCs w:val="28"/>
        </w:rPr>
        <w:t xml:space="preserve">годовой отпуск электроэнергии, кВт∙ч/год; </w:t>
      </w:r>
      <w:r w:rsidRPr="00B85E3B">
        <w:rPr>
          <w:rFonts w:ascii="Times New Roman" w:hAnsi="Times New Roman" w:cs="Times New Roman"/>
          <w:i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год</w:t>
      </w:r>
      <w:r>
        <w:rPr>
          <w:rFonts w:ascii="Cambria Math" w:hAnsi="Cambria Math" w:cs="Times New Roman"/>
          <w:sz w:val="28"/>
          <w:szCs w:val="28"/>
        </w:rPr>
        <w:t>—</w:t>
      </w:r>
      <w:r w:rsidRPr="00B85E3B">
        <w:rPr>
          <w:rFonts w:ascii="Times New Roman" w:hAnsi="Times New Roman" w:cs="Times New Roman"/>
          <w:sz w:val="28"/>
          <w:szCs w:val="28"/>
        </w:rPr>
        <w:t>годовая выработка электроэнергии, кВт∙ч/год.</w:t>
      </w:r>
      <w:r w:rsidR="00502591">
        <w:rPr>
          <w:rFonts w:ascii="Times New Roman" w:hAnsi="Times New Roman" w:cs="Times New Roman"/>
          <w:sz w:val="28"/>
          <w:szCs w:val="28"/>
        </w:rPr>
        <w:t xml:space="preserve"> Себестоимость электроэнергии можно выразить следующим образом:</w:t>
      </w:r>
    </w:p>
    <w:p w14:paraId="058D6ACE" w14:textId="77777777" w:rsidR="00502591" w:rsidRDefault="00502591" w:rsidP="00502591">
      <w:pPr>
        <w:jc w:val="center"/>
        <w:rPr>
          <w:rFonts w:ascii="Times New Roman" w:hAnsi="Times New Roman" w:cs="Times New Roman"/>
          <w:sz w:val="28"/>
          <w:szCs w:val="28"/>
        </w:rPr>
      </w:pPr>
      <w:r w:rsidRPr="00510ACC">
        <w:rPr>
          <w:rFonts w:ascii="Times New Roman" w:hAnsi="Times New Roman" w:cs="Times New Roman"/>
          <w:i/>
          <w:sz w:val="28"/>
          <w:szCs w:val="28"/>
        </w:rPr>
        <w:t>с</w:t>
      </w:r>
      <w:r w:rsidRPr="00510ACC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 w:rsidRPr="00510ACC">
        <w:rPr>
          <w:rFonts w:ascii="Times New Roman" w:hAnsi="Times New Roman" w:cs="Times New Roman"/>
          <w:sz w:val="28"/>
          <w:szCs w:val="28"/>
        </w:rPr>
        <w:t>=</w:t>
      </w:r>
      <w:r w:rsidRPr="00510ACC">
        <w:rPr>
          <w:rFonts w:ascii="Times New Roman" w:hAnsi="Times New Roman" w:cs="Times New Roman"/>
          <w:i/>
          <w:sz w:val="28"/>
          <w:szCs w:val="28"/>
        </w:rPr>
        <w:t>с</w:t>
      </w:r>
      <w:r w:rsidRPr="00510ACC">
        <w:rPr>
          <w:rFonts w:ascii="Times New Roman" w:hAnsi="Times New Roman" w:cs="Times New Roman"/>
          <w:sz w:val="28"/>
          <w:szCs w:val="28"/>
          <w:vertAlign w:val="subscript"/>
        </w:rPr>
        <w:t>эт</w:t>
      </w:r>
      <w:r w:rsidRPr="00510ACC">
        <w:rPr>
          <w:rFonts w:ascii="Times New Roman" w:hAnsi="Times New Roman" w:cs="Times New Roman"/>
          <w:sz w:val="28"/>
          <w:szCs w:val="28"/>
        </w:rPr>
        <w:t>+(</w:t>
      </w:r>
      <w:r w:rsidRPr="00510ACC">
        <w:rPr>
          <w:rFonts w:ascii="Times New Roman" w:hAnsi="Times New Roman" w:cs="Times New Roman"/>
          <w:i/>
          <w:sz w:val="28"/>
          <w:szCs w:val="28"/>
        </w:rPr>
        <w:t>а</w:t>
      </w:r>
      <w:r w:rsidRPr="00510AC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510ACC">
        <w:rPr>
          <w:rFonts w:ascii="Times New Roman" w:hAnsi="Times New Roman" w:cs="Times New Roman"/>
          <w:sz w:val="28"/>
          <w:szCs w:val="28"/>
        </w:rPr>
        <w:t>+</w:t>
      </w:r>
      <w:r w:rsidRPr="00510ACC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510ACC">
        <w:rPr>
          <w:rFonts w:ascii="Times New Roman" w:hAnsi="Times New Roman" w:cs="Times New Roman"/>
          <w:i/>
          <w:sz w:val="28"/>
          <w:szCs w:val="28"/>
        </w:rPr>
        <w:t>П</w:t>
      </w:r>
      <w:r w:rsidRPr="00510ACC">
        <w:rPr>
          <w:rFonts w:ascii="Times New Roman" w:hAnsi="Times New Roman" w:cs="Times New Roman"/>
          <w:sz w:val="28"/>
          <w:szCs w:val="28"/>
        </w:rPr>
        <w:t>)/</w:t>
      </w:r>
      <w:r w:rsidR="00510ACC" w:rsidRPr="00510ACC">
        <w:rPr>
          <w:rFonts w:ascii="Times New Roman" w:hAnsi="Times New Roman" w:cs="Times New Roman"/>
          <w:i/>
          <w:sz w:val="28"/>
          <w:szCs w:val="28"/>
        </w:rPr>
        <w:t>τ</w:t>
      </w:r>
      <w:r w:rsidR="00510ACC" w:rsidRPr="00510AC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="00510ACC">
        <w:rPr>
          <w:rFonts w:ascii="Times New Roman" w:hAnsi="Times New Roman" w:cs="Times New Roman"/>
          <w:sz w:val="28"/>
          <w:szCs w:val="28"/>
        </w:rPr>
        <w:t>,</w:t>
      </w:r>
    </w:p>
    <w:p w14:paraId="1D47100B" w14:textId="77777777" w:rsidR="00640CBB" w:rsidRPr="00DA6268" w:rsidRDefault="00510ACC" w:rsidP="00510AC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510ACC">
        <w:rPr>
          <w:rFonts w:ascii="Times New Roman" w:hAnsi="Times New Roman" w:cs="Times New Roman"/>
          <w:i/>
          <w:sz w:val="28"/>
          <w:szCs w:val="28"/>
        </w:rPr>
        <w:t>с</w:t>
      </w:r>
      <w:r w:rsidRPr="00510ACC">
        <w:rPr>
          <w:rFonts w:ascii="Times New Roman" w:hAnsi="Times New Roman" w:cs="Times New Roman"/>
          <w:sz w:val="28"/>
          <w:szCs w:val="28"/>
          <w:vertAlign w:val="subscript"/>
        </w:rPr>
        <w:t>эт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510ACC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510ACC">
        <w:rPr>
          <w:rFonts w:ascii="Times New Roman" w:hAnsi="Times New Roman" w:cs="Times New Roman"/>
          <w:i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6B6731">
        <w:rPr>
          <w:rFonts w:ascii="Times New Roman" w:hAnsi="Times New Roman" w:cs="Times New Roman"/>
          <w:sz w:val="28"/>
          <w:szCs w:val="28"/>
        </w:rPr>
        <w:t>—</w:t>
      </w:r>
      <w:r w:rsidR="006B6731" w:rsidRPr="006B6731">
        <w:rPr>
          <w:rFonts w:ascii="Times New Roman" w:hAnsi="Times New Roman" w:cs="Times New Roman"/>
          <w:sz w:val="28"/>
          <w:szCs w:val="28"/>
        </w:rPr>
        <w:t xml:space="preserve">топливная составляющая себестоимости электроэнергии, равная </w:t>
      </w:r>
      <w:r w:rsidR="006B6731">
        <w:rPr>
          <w:rFonts w:ascii="Times New Roman" w:hAnsi="Times New Roman" w:cs="Times New Roman"/>
          <w:sz w:val="28"/>
          <w:szCs w:val="28"/>
        </w:rPr>
        <w:t xml:space="preserve">произведению удельного расхода </w:t>
      </w:r>
      <w:r w:rsidR="006B6731" w:rsidRPr="00510ACC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="006B67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="006B6731">
        <w:rPr>
          <w:rFonts w:ascii="Times New Roman" w:hAnsi="Times New Roman" w:cs="Times New Roman"/>
          <w:sz w:val="28"/>
          <w:szCs w:val="28"/>
        </w:rPr>
        <w:t xml:space="preserve"> на цену 1 кг условного топлива </w:t>
      </w:r>
      <w:r w:rsidR="006B6731" w:rsidRPr="00510ACC">
        <w:rPr>
          <w:rFonts w:ascii="Times New Roman" w:hAnsi="Times New Roman" w:cs="Times New Roman"/>
          <w:i/>
          <w:sz w:val="28"/>
          <w:szCs w:val="28"/>
        </w:rPr>
        <w:t>Ц</w:t>
      </w:r>
      <w:r w:rsidR="006B6731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="006B6731">
        <w:rPr>
          <w:rFonts w:ascii="Times New Roman" w:hAnsi="Times New Roman" w:cs="Times New Roman"/>
          <w:sz w:val="28"/>
          <w:szCs w:val="28"/>
        </w:rPr>
        <w:t xml:space="preserve">; </w:t>
      </w:r>
      <w:r w:rsidR="006B6731" w:rsidRPr="006B6731">
        <w:rPr>
          <w:rFonts w:ascii="Times New Roman" w:hAnsi="Times New Roman" w:cs="Times New Roman"/>
          <w:i/>
          <w:sz w:val="28"/>
          <w:szCs w:val="28"/>
        </w:rPr>
        <w:t>а</w:t>
      </w:r>
      <w:r w:rsidR="006B6731">
        <w:rPr>
          <w:rFonts w:ascii="Times New Roman" w:hAnsi="Times New Roman" w:cs="Times New Roman"/>
          <w:sz w:val="28"/>
          <w:szCs w:val="28"/>
        </w:rPr>
        <w:t xml:space="preserve"> и </w:t>
      </w:r>
      <w:r w:rsidR="006B6731" w:rsidRPr="006B6731">
        <w:rPr>
          <w:rFonts w:ascii="Times New Roman" w:hAnsi="Times New Roman" w:cs="Times New Roman"/>
          <w:i/>
          <w:sz w:val="28"/>
          <w:szCs w:val="28"/>
        </w:rPr>
        <w:t>е</w:t>
      </w:r>
      <w:r w:rsidR="006B6731" w:rsidRPr="006B6731">
        <w:rPr>
          <w:rFonts w:ascii="Times New Roman" w:hAnsi="Times New Roman" w:cs="Times New Roman"/>
          <w:sz w:val="28"/>
          <w:szCs w:val="28"/>
        </w:rPr>
        <w:t>—</w:t>
      </w:r>
      <w:r w:rsidR="006B6731">
        <w:rPr>
          <w:rFonts w:ascii="Times New Roman" w:hAnsi="Times New Roman" w:cs="Times New Roman"/>
          <w:sz w:val="28"/>
          <w:szCs w:val="28"/>
        </w:rPr>
        <w:t xml:space="preserve">постоянные коэффициенты, </w:t>
      </w:r>
      <w:r w:rsidR="0053448C">
        <w:rPr>
          <w:rFonts w:ascii="Times New Roman" w:hAnsi="Times New Roman" w:cs="Times New Roman"/>
          <w:sz w:val="28"/>
          <w:szCs w:val="28"/>
        </w:rPr>
        <w:t xml:space="preserve">характеризующие нормы амортизационных отчислений, текущих ремонтов и зарплаты; </w:t>
      </w:r>
      <w:r w:rsidR="0053448C" w:rsidRPr="005344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53448C" w:rsidRPr="0053448C">
        <w:rPr>
          <w:rFonts w:ascii="Times New Roman" w:hAnsi="Times New Roman" w:cs="Times New Roman"/>
          <w:sz w:val="28"/>
          <w:szCs w:val="28"/>
        </w:rPr>
        <w:t>=</w:t>
      </w:r>
      <w:r w:rsidR="0053448C" w:rsidRPr="0053448C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53448C">
        <w:rPr>
          <w:rFonts w:ascii="Times New Roman" w:hAnsi="Times New Roman" w:cs="Times New Roman"/>
          <w:sz w:val="28"/>
          <w:szCs w:val="28"/>
        </w:rPr>
        <w:t>/</w:t>
      </w:r>
      <w:r w:rsidR="0053448C" w:rsidRPr="0053448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53448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="0053448C" w:rsidRPr="006B6731">
        <w:rPr>
          <w:rFonts w:ascii="Times New Roman" w:hAnsi="Times New Roman" w:cs="Times New Roman"/>
          <w:sz w:val="28"/>
          <w:szCs w:val="28"/>
        </w:rPr>
        <w:t>—</w:t>
      </w:r>
      <w:r w:rsidR="0053448C">
        <w:rPr>
          <w:rFonts w:ascii="Times New Roman" w:hAnsi="Times New Roman" w:cs="Times New Roman"/>
          <w:sz w:val="28"/>
          <w:szCs w:val="28"/>
        </w:rPr>
        <w:t xml:space="preserve">удельные капиталовложения или стоимость 1 кВт установленной мощности, составляющая </w:t>
      </w:r>
      <w:r w:rsidR="0061400D">
        <w:rPr>
          <w:rFonts w:ascii="Times New Roman" w:hAnsi="Times New Roman" w:cs="Times New Roman"/>
          <w:sz w:val="28"/>
          <w:szCs w:val="28"/>
        </w:rPr>
        <w:t>0,</w:t>
      </w:r>
      <w:r w:rsidR="004D6EC3">
        <w:rPr>
          <w:rFonts w:ascii="Times New Roman" w:hAnsi="Times New Roman" w:cs="Times New Roman"/>
          <w:sz w:val="28"/>
          <w:szCs w:val="28"/>
        </w:rPr>
        <w:t>7</w:t>
      </w:r>
      <w:r w:rsidR="004D6EC3">
        <w:rPr>
          <w:rFonts w:ascii="Cambria Math" w:hAnsi="Cambria Math" w:cs="Times New Roman"/>
          <w:sz w:val="28"/>
          <w:szCs w:val="28"/>
        </w:rPr>
        <w:t>—</w:t>
      </w:r>
      <w:r w:rsidR="004D6EC3">
        <w:rPr>
          <w:rFonts w:ascii="Times New Roman" w:hAnsi="Times New Roman" w:cs="Times New Roman"/>
          <w:sz w:val="28"/>
          <w:szCs w:val="28"/>
        </w:rPr>
        <w:t>4 руб/кВт</w:t>
      </w:r>
      <w:r w:rsidR="004D6EC3">
        <w:rPr>
          <w:rFonts w:ascii="Cambria Math" w:hAnsi="Cambria Math" w:cs="Times New Roman"/>
          <w:sz w:val="28"/>
          <w:szCs w:val="28"/>
        </w:rPr>
        <w:t xml:space="preserve">; </w:t>
      </w:r>
      <w:r w:rsidR="004D6EC3" w:rsidRPr="004D6EC3">
        <w:rPr>
          <w:rFonts w:ascii="Times New Roman" w:hAnsi="Times New Roman" w:cs="Times New Roman"/>
          <w:i/>
          <w:sz w:val="28"/>
          <w:szCs w:val="28"/>
        </w:rPr>
        <w:t>П</w:t>
      </w:r>
      <w:r w:rsidR="004D6EC3" w:rsidRPr="006B6731">
        <w:rPr>
          <w:rFonts w:ascii="Times New Roman" w:hAnsi="Times New Roman" w:cs="Times New Roman"/>
          <w:sz w:val="28"/>
          <w:szCs w:val="28"/>
        </w:rPr>
        <w:t>—</w:t>
      </w:r>
      <w:r w:rsidR="004D6EC3">
        <w:rPr>
          <w:rFonts w:ascii="Times New Roman" w:hAnsi="Times New Roman" w:cs="Times New Roman"/>
          <w:sz w:val="28"/>
          <w:szCs w:val="28"/>
        </w:rPr>
        <w:t>штатный коэффициент, характеризующий численность обслуживающего персонала станции, чел/МВт</w:t>
      </w:r>
      <w:r w:rsidR="00640CBB">
        <w:rPr>
          <w:rFonts w:ascii="Times New Roman" w:hAnsi="Times New Roman" w:cs="Times New Roman"/>
          <w:sz w:val="28"/>
          <w:szCs w:val="28"/>
        </w:rPr>
        <w:t>.</w:t>
      </w:r>
      <w:r w:rsidR="00DA6268" w:rsidRPr="00DA6268">
        <w:rPr>
          <w:rFonts w:ascii="Times New Roman" w:hAnsi="Times New Roman" w:cs="Times New Roman"/>
          <w:sz w:val="28"/>
          <w:szCs w:val="28"/>
        </w:rPr>
        <w:t>[1]</w:t>
      </w:r>
      <w:proofErr w:type="gramEnd"/>
    </w:p>
    <w:p w14:paraId="4A3F3A1B" w14:textId="77777777" w:rsidR="00802C0B" w:rsidRDefault="001823C7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40CBB">
        <w:rPr>
          <w:rFonts w:ascii="Times New Roman" w:hAnsi="Times New Roman" w:cs="Times New Roman"/>
          <w:sz w:val="28"/>
          <w:szCs w:val="28"/>
        </w:rPr>
        <w:t xml:space="preserve"> Удельные капиталовложения уменьшаются с повышением мощности блоков и с увеличением их числа, зависят от вида топлива, а также от местных условий, т.е. системы </w:t>
      </w:r>
      <w:r w:rsidR="007857D2">
        <w:rPr>
          <w:rFonts w:ascii="Times New Roman" w:hAnsi="Times New Roman" w:cs="Times New Roman"/>
          <w:sz w:val="28"/>
          <w:szCs w:val="28"/>
        </w:rPr>
        <w:t>водоснабжения</w:t>
      </w:r>
      <w:r w:rsidR="00802C0B">
        <w:rPr>
          <w:rFonts w:ascii="Times New Roman" w:hAnsi="Times New Roman" w:cs="Times New Roman"/>
          <w:sz w:val="28"/>
          <w:szCs w:val="28"/>
        </w:rPr>
        <w:t>, топливного хозяйства, очистки дымовых газов, особенностей площадки электростанции и др.</w:t>
      </w:r>
    </w:p>
    <w:p w14:paraId="76A4FBEA" w14:textId="77777777" w:rsidR="00510ACC" w:rsidRDefault="001823C7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02C0B">
        <w:rPr>
          <w:rFonts w:ascii="Times New Roman" w:hAnsi="Times New Roman" w:cs="Times New Roman"/>
          <w:sz w:val="28"/>
          <w:szCs w:val="28"/>
        </w:rPr>
        <w:t xml:space="preserve"> Себестоимость отпущенной электроэнергии в итоге составляется из затрат на топливо с</w:t>
      </w:r>
      <w:r w:rsidR="00802C0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proofErr w:type="gramStart"/>
      <w:r w:rsidR="00802C0B">
        <w:rPr>
          <w:rFonts w:ascii="Times New Roman" w:hAnsi="Times New Roman" w:cs="Times New Roman"/>
          <w:sz w:val="28"/>
          <w:szCs w:val="28"/>
          <w:vertAlign w:val="subscript"/>
        </w:rPr>
        <w:t>.т</w:t>
      </w:r>
      <w:proofErr w:type="gramEnd"/>
      <w:r w:rsidR="00802C0B">
        <w:rPr>
          <w:rFonts w:ascii="Times New Roman" w:hAnsi="Times New Roman" w:cs="Times New Roman"/>
          <w:sz w:val="28"/>
          <w:szCs w:val="28"/>
        </w:rPr>
        <w:t>, амортизационных отчислений на капитальные вложения с</w:t>
      </w:r>
      <w:r w:rsidR="00802C0B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="00802C0B">
        <w:rPr>
          <w:rFonts w:ascii="Times New Roman" w:hAnsi="Times New Roman" w:cs="Times New Roman"/>
          <w:sz w:val="28"/>
          <w:szCs w:val="28"/>
        </w:rPr>
        <w:t>, включающих стоимость капитального ремонта, модернизации оборудования</w:t>
      </w:r>
      <w:r w:rsidR="00F5465E">
        <w:rPr>
          <w:rFonts w:ascii="Times New Roman" w:hAnsi="Times New Roman" w:cs="Times New Roman"/>
          <w:sz w:val="28"/>
          <w:szCs w:val="28"/>
        </w:rPr>
        <w:t xml:space="preserve"> и сооружений электростанций, а также прочих эксплуатационных расходов с</w:t>
      </w:r>
      <w:r w:rsidR="00F5465E">
        <w:rPr>
          <w:rFonts w:ascii="Times New Roman" w:hAnsi="Times New Roman" w:cs="Times New Roman"/>
          <w:sz w:val="28"/>
          <w:szCs w:val="28"/>
          <w:vertAlign w:val="subscript"/>
        </w:rPr>
        <w:t>е</w:t>
      </w:r>
      <w:r w:rsidR="00F5465E">
        <w:rPr>
          <w:rFonts w:ascii="Times New Roman" w:hAnsi="Times New Roman" w:cs="Times New Roman"/>
          <w:sz w:val="28"/>
          <w:szCs w:val="28"/>
        </w:rPr>
        <w:t>, определяемых стоимостью текущего ремонта, зарплатой персонала и разными расходами (смазочные, обтирочные и другие материалы, транспорт и т.д.).</w:t>
      </w:r>
    </w:p>
    <w:p w14:paraId="3261459B" w14:textId="77777777" w:rsidR="00F5465E" w:rsidRPr="00DA6268" w:rsidRDefault="00F5465E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Затраты на топливо следует вычислять по действующим ценам с учет</w:t>
      </w:r>
      <w:r w:rsidR="006E32AD">
        <w:rPr>
          <w:rFonts w:ascii="Times New Roman" w:hAnsi="Times New Roman" w:cs="Times New Roman"/>
          <w:sz w:val="28"/>
          <w:szCs w:val="28"/>
        </w:rPr>
        <w:t>ом особенностей их установления. Цены должны базироваться на общественно необходимых затратах, но вместе с тем должны отражать экономически обоснованные стоимостные соотношения аналогичных и взаимозаменяемых видов продукции. Если, например, цены на различные виды топлива устанавливать только на базе затрат по их добыче, то цены на газ и мазут (на тонну условного) топлива оказались бы в несколько раз ниже, чем на уголь.</w:t>
      </w:r>
      <w:r w:rsidR="00455C8F">
        <w:rPr>
          <w:rFonts w:ascii="Times New Roman" w:hAnsi="Times New Roman" w:cs="Times New Roman"/>
          <w:sz w:val="28"/>
          <w:szCs w:val="28"/>
        </w:rPr>
        <w:t xml:space="preserve"> В этих условиях стремились бы использовать наиболее дешевое топливо, отказываясь от угля. Это учтено в ценах на топливо, и цены на газ и мазут установлены на уровне цен</w:t>
      </w:r>
      <w:r w:rsidR="003B23C9">
        <w:rPr>
          <w:rFonts w:ascii="Times New Roman" w:hAnsi="Times New Roman" w:cs="Times New Roman"/>
          <w:sz w:val="28"/>
          <w:szCs w:val="28"/>
        </w:rPr>
        <w:t xml:space="preserve"> </w:t>
      </w:r>
      <w:r w:rsidR="00455C8F">
        <w:rPr>
          <w:rFonts w:ascii="Times New Roman" w:hAnsi="Times New Roman" w:cs="Times New Roman"/>
          <w:sz w:val="28"/>
          <w:szCs w:val="28"/>
        </w:rPr>
        <w:t xml:space="preserve">на уголь. Поэтому в цене на уголь прибыль составляет 9% себестоимости, а на газ около 50%. </w:t>
      </w:r>
      <w:proofErr w:type="gramStart"/>
      <w:r w:rsidR="00455C8F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="00455C8F">
        <w:rPr>
          <w:rFonts w:ascii="Times New Roman" w:hAnsi="Times New Roman" w:cs="Times New Roman"/>
          <w:sz w:val="28"/>
          <w:szCs w:val="28"/>
        </w:rPr>
        <w:t xml:space="preserve"> ого, цена на газ включает рентные платежи и налог с оборота. Цены, установленные выше общественных затрат реализуют чистый доход, перераспределяемый между отраслям</w:t>
      </w:r>
      <w:r w:rsidR="003B23C9">
        <w:rPr>
          <w:rFonts w:ascii="Times New Roman" w:hAnsi="Times New Roman" w:cs="Times New Roman"/>
          <w:sz w:val="28"/>
          <w:szCs w:val="28"/>
        </w:rPr>
        <w:t>и и производ</w:t>
      </w:r>
      <w:r w:rsidR="00455C8F">
        <w:rPr>
          <w:rFonts w:ascii="Times New Roman" w:hAnsi="Times New Roman" w:cs="Times New Roman"/>
          <w:sz w:val="28"/>
          <w:szCs w:val="28"/>
        </w:rPr>
        <w:t>с</w:t>
      </w:r>
      <w:r w:rsidR="003B23C9">
        <w:rPr>
          <w:rFonts w:ascii="Times New Roman" w:hAnsi="Times New Roman" w:cs="Times New Roman"/>
          <w:sz w:val="28"/>
          <w:szCs w:val="28"/>
        </w:rPr>
        <w:t>т</w:t>
      </w:r>
      <w:r w:rsidR="00455C8F">
        <w:rPr>
          <w:rFonts w:ascii="Times New Roman" w:hAnsi="Times New Roman" w:cs="Times New Roman"/>
          <w:sz w:val="28"/>
          <w:szCs w:val="28"/>
        </w:rPr>
        <w:t>вами</w:t>
      </w:r>
      <w:r w:rsidR="003B23C9">
        <w:rPr>
          <w:rFonts w:ascii="Times New Roman" w:hAnsi="Times New Roman" w:cs="Times New Roman"/>
          <w:sz w:val="28"/>
          <w:szCs w:val="28"/>
        </w:rPr>
        <w:t>.</w:t>
      </w:r>
      <w:r w:rsidR="00DA6268" w:rsidRPr="00DA6268">
        <w:rPr>
          <w:rFonts w:ascii="Times New Roman" w:hAnsi="Times New Roman" w:cs="Times New Roman"/>
          <w:sz w:val="28"/>
          <w:szCs w:val="28"/>
        </w:rPr>
        <w:t>[2]</w:t>
      </w:r>
    </w:p>
    <w:p w14:paraId="58B8200D" w14:textId="77777777" w:rsidR="003B23C9" w:rsidRPr="00DA6268" w:rsidRDefault="003B23C9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технико-экономических расчетах приходится пользоваться понятием замыкающих затрат. Основной составляющей ежегодных издержек по производству электроэнергии на ТЭС является затрата на топливо. Разницу в расходах топлива в сравниваемых вариантах учитывают замыкающими затратами на дополнительно потребляемое топливо.</w:t>
      </w:r>
      <w:r w:rsidR="00DA6268" w:rsidRPr="00DA6268">
        <w:rPr>
          <w:rFonts w:ascii="Times New Roman" w:hAnsi="Times New Roman" w:cs="Times New Roman"/>
          <w:sz w:val="28"/>
          <w:szCs w:val="28"/>
        </w:rPr>
        <w:t>[2]</w:t>
      </w:r>
    </w:p>
    <w:p w14:paraId="2AB27D46" w14:textId="77777777" w:rsidR="003B23C9" w:rsidRPr="00DA6268" w:rsidRDefault="003B23C9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Поскольку КЭС выступает в качестве</w:t>
      </w:r>
      <w:r w:rsidR="00F828F6">
        <w:rPr>
          <w:rFonts w:ascii="Times New Roman" w:hAnsi="Times New Roman" w:cs="Times New Roman"/>
          <w:sz w:val="28"/>
          <w:szCs w:val="28"/>
        </w:rPr>
        <w:t xml:space="preserve"> замещающей установки практически во всех экономических расчетах, приходится определять затраты на топливо. В условиях единого топливно-энергетического </w:t>
      </w:r>
      <w:r w:rsidR="00A0698A">
        <w:rPr>
          <w:rFonts w:ascii="Times New Roman" w:hAnsi="Times New Roman" w:cs="Times New Roman"/>
          <w:sz w:val="28"/>
          <w:szCs w:val="28"/>
        </w:rPr>
        <w:t xml:space="preserve">хозяйства нашей страны ограниченность размеров возможной добычи наиболее экономичных топлив приводит к тому, что изменение расхода топлива на любом участке народного </w:t>
      </w:r>
      <w:proofErr w:type="gramStart"/>
      <w:r w:rsidR="00A0698A"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 w:rsidR="00A0698A">
        <w:rPr>
          <w:rFonts w:ascii="Times New Roman" w:hAnsi="Times New Roman" w:cs="Times New Roman"/>
          <w:sz w:val="28"/>
          <w:szCs w:val="28"/>
        </w:rPr>
        <w:t xml:space="preserve"> в конечном счете сказывается на масштабах добычи топлива тех месторождений, которые вовлекаются в топливно-энергетический баланс в последнюю очередь, т.е. замыкают его. Каждый экономический район страны характеризуется своим видом (или двумя видами) дополнительно вовлекаемого топлива.</w:t>
      </w:r>
      <w:r w:rsidR="00DA6268" w:rsidRPr="00DA6268">
        <w:rPr>
          <w:rFonts w:ascii="Times New Roman" w:hAnsi="Times New Roman" w:cs="Times New Roman"/>
          <w:sz w:val="28"/>
          <w:szCs w:val="28"/>
        </w:rPr>
        <w:t>[2]</w:t>
      </w:r>
    </w:p>
    <w:p w14:paraId="1C7CA526" w14:textId="77777777" w:rsidR="00A0698A" w:rsidRDefault="00A0698A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Поскольку изменение расхода топлива, вызываемое осуществлением того или иного варианта, приводит к изменению объема добычи и транспорта замыкающего топлива, в технико-экономических расчетах разность в расходе топлива оценивается по приведенным затратам на замыкающее топливо.</w:t>
      </w:r>
    </w:p>
    <w:p w14:paraId="74D8578D" w14:textId="77777777" w:rsidR="00A0698A" w:rsidRPr="00DA6268" w:rsidRDefault="00A0698A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823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последнее время наряду с </w:t>
      </w:r>
      <w:r w:rsidR="00EA3336">
        <w:rPr>
          <w:rFonts w:ascii="Times New Roman" w:hAnsi="Times New Roman" w:cs="Times New Roman"/>
          <w:sz w:val="28"/>
          <w:szCs w:val="28"/>
        </w:rPr>
        <w:t xml:space="preserve">приведенными затратами по замыкающему топливу в </w:t>
      </w:r>
      <w:proofErr w:type="spellStart"/>
      <w:r w:rsidR="00EA3336">
        <w:rPr>
          <w:rFonts w:ascii="Times New Roman" w:hAnsi="Times New Roman" w:cs="Times New Roman"/>
          <w:sz w:val="28"/>
          <w:szCs w:val="28"/>
        </w:rPr>
        <w:t>энергоэкономических</w:t>
      </w:r>
      <w:proofErr w:type="spellEnd"/>
      <w:r w:rsidR="00EA3336">
        <w:rPr>
          <w:rFonts w:ascii="Times New Roman" w:hAnsi="Times New Roman" w:cs="Times New Roman"/>
          <w:sz w:val="28"/>
          <w:szCs w:val="28"/>
        </w:rPr>
        <w:t xml:space="preserve"> расчетах начинает применяться экономический </w:t>
      </w:r>
      <w:r w:rsidR="00EA3336" w:rsidRPr="00EA3336">
        <w:rPr>
          <w:rFonts w:ascii="Times New Roman" w:hAnsi="Times New Roman" w:cs="Times New Roman"/>
          <w:i/>
          <w:sz w:val="28"/>
          <w:szCs w:val="28"/>
        </w:rPr>
        <w:t>показатель замыкающих затрат на топливо</w:t>
      </w:r>
      <w:r w:rsidR="00EA3336">
        <w:rPr>
          <w:rFonts w:ascii="Times New Roman" w:hAnsi="Times New Roman" w:cs="Times New Roman"/>
          <w:sz w:val="28"/>
          <w:szCs w:val="28"/>
        </w:rPr>
        <w:t>, который характеризует приведенные затраты по топливно-энергетическому хозяйству в целом, необходимые для увеличения размеров потребления на одну массовую единицу топлива данного вида в определенном районе на данном расчетном уровне.</w:t>
      </w:r>
      <w:r w:rsidR="00DA6268" w:rsidRPr="00DA6268">
        <w:rPr>
          <w:rFonts w:ascii="Times New Roman" w:hAnsi="Times New Roman" w:cs="Times New Roman"/>
          <w:sz w:val="28"/>
          <w:szCs w:val="28"/>
        </w:rPr>
        <w:t>[1]</w:t>
      </w:r>
    </w:p>
    <w:p w14:paraId="2AA3B7A2" w14:textId="77777777" w:rsidR="00EA3336" w:rsidRDefault="00EA3336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Наряду с показателем замыкающих затрат на топливо в технико-экономических расчетах используются также показатели замыкающих затрат на электроэнергию и тепло, которые в совокупности составляют систему взаимосвязанных удельных экономических показателей, характеризующих приведенные затраты по всему народному хозяйству на обеспечение дополнительной потребности в различных видах топлива и энергии по районам страны в разные интервалы времени.</w:t>
      </w:r>
      <w:proofErr w:type="gramEnd"/>
    </w:p>
    <w:p w14:paraId="65C87B9F" w14:textId="77777777" w:rsidR="00EA3336" w:rsidRPr="00DA6268" w:rsidRDefault="00EA3336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23979">
        <w:rPr>
          <w:rFonts w:ascii="Times New Roman" w:hAnsi="Times New Roman" w:cs="Times New Roman"/>
          <w:i/>
          <w:sz w:val="28"/>
          <w:szCs w:val="28"/>
        </w:rPr>
        <w:t xml:space="preserve">Замыкающие затраты на электроэнергию </w:t>
      </w:r>
      <w:r w:rsidR="00323979" w:rsidRPr="00323979">
        <w:rPr>
          <w:rFonts w:ascii="Times New Roman" w:hAnsi="Times New Roman" w:cs="Times New Roman"/>
          <w:sz w:val="28"/>
          <w:szCs w:val="28"/>
        </w:rPr>
        <w:t>определяются</w:t>
      </w:r>
      <w:r w:rsidR="00323979">
        <w:rPr>
          <w:rFonts w:ascii="Times New Roman" w:hAnsi="Times New Roman" w:cs="Times New Roman"/>
          <w:sz w:val="28"/>
          <w:szCs w:val="28"/>
        </w:rPr>
        <w:t xml:space="preserve"> по результатам оптимизации развития объединенных энергосистем и включают топливную составляющую, оцененную по замыкающим затратам на топливо, условно постоянные затраты от капиталовложений (по «замыкающим» электростанциям</w:t>
      </w:r>
      <w:r w:rsidR="00323979">
        <w:rPr>
          <w:rFonts w:ascii="Cambria Math" w:hAnsi="Cambria Math" w:cs="Times New Roman"/>
          <w:sz w:val="28"/>
          <w:szCs w:val="28"/>
        </w:rPr>
        <w:t>—</w:t>
      </w:r>
      <w:r w:rsidR="00323979">
        <w:rPr>
          <w:rFonts w:ascii="Times New Roman" w:hAnsi="Times New Roman" w:cs="Times New Roman"/>
          <w:sz w:val="28"/>
          <w:szCs w:val="28"/>
        </w:rPr>
        <w:t xml:space="preserve">наиболее совершенным КЭС) </w:t>
      </w:r>
      <w:r w:rsidR="00652B3D">
        <w:rPr>
          <w:rFonts w:ascii="Times New Roman" w:hAnsi="Times New Roman" w:cs="Times New Roman"/>
          <w:sz w:val="28"/>
          <w:szCs w:val="28"/>
        </w:rPr>
        <w:t>и затраты на распределение электроэнергии, зависящие от размещения потребителей.</w:t>
      </w:r>
      <w:r w:rsidR="00DA6268" w:rsidRPr="00DA6268">
        <w:rPr>
          <w:rFonts w:ascii="Times New Roman" w:hAnsi="Times New Roman" w:cs="Times New Roman"/>
          <w:sz w:val="28"/>
          <w:szCs w:val="28"/>
        </w:rPr>
        <w:t>[1]</w:t>
      </w:r>
    </w:p>
    <w:p w14:paraId="573B5E53" w14:textId="77777777" w:rsidR="00652B3D" w:rsidRDefault="00652B3D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</w:rPr>
        <w:t>Показатель замыкающих затрат на тепловую энергию</w:t>
      </w:r>
      <w:r>
        <w:rPr>
          <w:rFonts w:ascii="Times New Roman" w:hAnsi="Times New Roman" w:cs="Times New Roman"/>
          <w:sz w:val="28"/>
          <w:szCs w:val="28"/>
        </w:rPr>
        <w:t xml:space="preserve"> имеет локальный характер и формируется по замыкающим затратам на топливо и по собственным затратам соответствующих теплоснабжающих установок.</w:t>
      </w:r>
    </w:p>
    <w:p w14:paraId="1B9E6EA5" w14:textId="77777777" w:rsidR="00652B3D" w:rsidRDefault="00652B3D" w:rsidP="00A069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Капиталовложения для ТЭС можно разделить условно:</w:t>
      </w:r>
    </w:p>
    <w:p w14:paraId="28077746" w14:textId="77777777" w:rsidR="00652B3D" w:rsidRDefault="00092031" w:rsidP="00652B3D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r w:rsidR="00652B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2B3D">
        <w:rPr>
          <w:rFonts w:ascii="Times New Roman" w:hAnsi="Times New Roman" w:cs="Times New Roman"/>
          <w:sz w:val="28"/>
          <w:szCs w:val="28"/>
        </w:rPr>
        <w:t>общестанционные</w:t>
      </w:r>
      <w:proofErr w:type="spellEnd"/>
      <w:r w:rsidR="00652B3D">
        <w:rPr>
          <w:rFonts w:ascii="Times New Roman" w:hAnsi="Times New Roman" w:cs="Times New Roman"/>
          <w:sz w:val="28"/>
          <w:szCs w:val="28"/>
        </w:rPr>
        <w:t xml:space="preserve"> (водоснабжение, топливное, масляное, зольное и транспортное хозяйство, связь, инженерные сети, мастерские, лаборатории, складские, административные и временные сооружения);</w:t>
      </w:r>
      <w:proofErr w:type="gramEnd"/>
    </w:p>
    <w:p w14:paraId="41778F46" w14:textId="77777777" w:rsidR="00652B3D" w:rsidRDefault="00092031" w:rsidP="00652B3D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22CCD">
        <w:rPr>
          <w:rFonts w:ascii="Times New Roman" w:hAnsi="Times New Roman" w:cs="Times New Roman"/>
          <w:sz w:val="28"/>
          <w:szCs w:val="28"/>
        </w:rPr>
        <w:t xml:space="preserve"> оборудование главного корпуса (турбоагрегаты и </w:t>
      </w:r>
      <w:proofErr w:type="spellStart"/>
      <w:r w:rsidR="00822CCD">
        <w:rPr>
          <w:rFonts w:ascii="Times New Roman" w:hAnsi="Times New Roman" w:cs="Times New Roman"/>
          <w:sz w:val="28"/>
          <w:szCs w:val="28"/>
        </w:rPr>
        <w:t>котлоагрегаты</w:t>
      </w:r>
      <w:proofErr w:type="spellEnd"/>
      <w:r w:rsidR="00822CCD">
        <w:rPr>
          <w:rFonts w:ascii="Times New Roman" w:hAnsi="Times New Roman" w:cs="Times New Roman"/>
          <w:sz w:val="28"/>
          <w:szCs w:val="28"/>
        </w:rPr>
        <w:t xml:space="preserve"> со вспомогательным оборудованием и трубопроводами, здание главного корпуса);</w:t>
      </w:r>
    </w:p>
    <w:p w14:paraId="22C037EA" w14:textId="77777777" w:rsidR="00822CCD" w:rsidRDefault="00092031" w:rsidP="00652B3D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22CCD">
        <w:rPr>
          <w:rFonts w:ascii="Times New Roman" w:hAnsi="Times New Roman" w:cs="Times New Roman"/>
          <w:sz w:val="28"/>
          <w:szCs w:val="28"/>
        </w:rPr>
        <w:t xml:space="preserve"> общее оборудование главного корпуса (грузоподъемные механизмы, устройства промывки </w:t>
      </w:r>
      <w:proofErr w:type="spellStart"/>
      <w:r w:rsidR="00822CCD">
        <w:rPr>
          <w:rFonts w:ascii="Times New Roman" w:hAnsi="Times New Roman" w:cs="Times New Roman"/>
          <w:sz w:val="28"/>
          <w:szCs w:val="28"/>
        </w:rPr>
        <w:t>котлоагрегатов</w:t>
      </w:r>
      <w:proofErr w:type="spellEnd"/>
      <w:r w:rsidR="00822CCD">
        <w:rPr>
          <w:rFonts w:ascii="Times New Roman" w:hAnsi="Times New Roman" w:cs="Times New Roman"/>
          <w:sz w:val="28"/>
          <w:szCs w:val="28"/>
        </w:rPr>
        <w:t xml:space="preserve">, часть здания главного корпуса, включающая монтажные площадки, </w:t>
      </w:r>
      <w:proofErr w:type="spellStart"/>
      <w:r w:rsidR="00822CCD">
        <w:rPr>
          <w:rFonts w:ascii="Times New Roman" w:hAnsi="Times New Roman" w:cs="Times New Roman"/>
          <w:sz w:val="28"/>
          <w:szCs w:val="28"/>
        </w:rPr>
        <w:t>химводоочистка</w:t>
      </w:r>
      <w:proofErr w:type="spellEnd"/>
      <w:r w:rsidR="00822CCD">
        <w:rPr>
          <w:rFonts w:ascii="Times New Roman" w:hAnsi="Times New Roman" w:cs="Times New Roman"/>
          <w:sz w:val="28"/>
          <w:szCs w:val="28"/>
        </w:rPr>
        <w:t>);</w:t>
      </w:r>
    </w:p>
    <w:p w14:paraId="432DCA6C" w14:textId="77777777" w:rsidR="00822CCD" w:rsidRDefault="00092031" w:rsidP="0009203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22CCD" w:rsidRPr="00092031">
        <w:rPr>
          <w:rFonts w:ascii="Times New Roman" w:hAnsi="Times New Roman" w:cs="Times New Roman"/>
          <w:sz w:val="28"/>
          <w:szCs w:val="28"/>
        </w:rPr>
        <w:t xml:space="preserve"> основную электрическую часть ТЭС (повышающие трансформаторы, главное электрическое распределительное устройство).</w:t>
      </w:r>
      <w:r w:rsidR="00DA6268" w:rsidRPr="00DA6268">
        <w:rPr>
          <w:rFonts w:ascii="Times New Roman" w:hAnsi="Times New Roman" w:cs="Times New Roman"/>
          <w:sz w:val="28"/>
          <w:szCs w:val="28"/>
        </w:rPr>
        <w:t>[1]</w:t>
      </w:r>
    </w:p>
    <w:p w14:paraId="4EBB76D6" w14:textId="77777777" w:rsidR="00354943" w:rsidRDefault="00354943" w:rsidP="0035494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8CAD546" w14:textId="77777777" w:rsidR="00354943" w:rsidRPr="00DA6268" w:rsidRDefault="00CC5A63" w:rsidP="000920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55BA">
        <w:rPr>
          <w:rFonts w:ascii="Times New Roman" w:hAnsi="Times New Roman" w:cs="Times New Roman"/>
          <w:sz w:val="28"/>
          <w:szCs w:val="28"/>
        </w:rPr>
        <w:t xml:space="preserve">Для КЭС с блоками К-300-240 стоимость </w:t>
      </w:r>
      <w:proofErr w:type="spellStart"/>
      <w:r w:rsidR="000255BA">
        <w:rPr>
          <w:rFonts w:ascii="Times New Roman" w:hAnsi="Times New Roman" w:cs="Times New Roman"/>
          <w:sz w:val="28"/>
          <w:szCs w:val="28"/>
        </w:rPr>
        <w:t>общестационарной</w:t>
      </w:r>
      <w:proofErr w:type="spellEnd"/>
      <w:r w:rsidR="000255BA">
        <w:rPr>
          <w:rFonts w:ascii="Times New Roman" w:hAnsi="Times New Roman" w:cs="Times New Roman"/>
          <w:sz w:val="28"/>
          <w:szCs w:val="28"/>
        </w:rPr>
        <w:t xml:space="preserve"> части составляет 40% (в том числе техническое водоснабжение 12% и топливное хозяйство 4%); стоимость оборудования главного корпуса 52 % и общего оборудования главного корпуса 4,5%, а основной электрической части 7%.</w:t>
      </w:r>
      <w:r w:rsidR="00DA6268" w:rsidRPr="00DA6268">
        <w:rPr>
          <w:rFonts w:ascii="Times New Roman" w:hAnsi="Times New Roman" w:cs="Times New Roman"/>
          <w:sz w:val="28"/>
          <w:szCs w:val="28"/>
        </w:rPr>
        <w:t>[1]</w:t>
      </w:r>
    </w:p>
    <w:p w14:paraId="686496A0" w14:textId="77777777" w:rsidR="00354943" w:rsidRPr="00DA6268" w:rsidRDefault="000255BA" w:rsidP="000920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Общая стоимость теплотехнического оборудования пылеугольного энергоблока на 23,5 МПа и 565/565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427C5">
        <w:rPr>
          <w:rFonts w:ascii="Times New Roman" w:hAnsi="Times New Roman" w:cs="Times New Roman"/>
          <w:sz w:val="28"/>
          <w:szCs w:val="28"/>
        </w:rPr>
        <w:t xml:space="preserve">распределяется примерно так: теплотехническое оборудование 65-70%, электротехническое 10%, строительная часть, включая теплоизоляцию и обмуровку, 20-25%, котел 35%, вспомогательное оборудование котельной установки 10%, турбоагрегат с конденсатором, регенеративной системой, масляным хозяйством, трубопроводами 25%, питательные насосы, деаэраторы, обессоливание конденсата 6%, </w:t>
      </w:r>
      <w:proofErr w:type="gramStart"/>
      <w:r w:rsidR="005427C5">
        <w:rPr>
          <w:rFonts w:ascii="Times New Roman" w:hAnsi="Times New Roman" w:cs="Times New Roman"/>
          <w:sz w:val="28"/>
          <w:szCs w:val="28"/>
        </w:rPr>
        <w:t>трубопроводы</w:t>
      </w:r>
      <w:proofErr w:type="gramEnd"/>
      <w:r w:rsidR="005427C5">
        <w:rPr>
          <w:rFonts w:ascii="Times New Roman" w:hAnsi="Times New Roman" w:cs="Times New Roman"/>
          <w:sz w:val="28"/>
          <w:szCs w:val="28"/>
        </w:rPr>
        <w:t xml:space="preserve"> включая </w:t>
      </w:r>
      <w:proofErr w:type="spellStart"/>
      <w:r w:rsidR="005427C5">
        <w:rPr>
          <w:rFonts w:ascii="Times New Roman" w:hAnsi="Times New Roman" w:cs="Times New Roman"/>
          <w:sz w:val="28"/>
          <w:szCs w:val="28"/>
        </w:rPr>
        <w:t>пускосбросные</w:t>
      </w:r>
      <w:proofErr w:type="spellEnd"/>
      <w:r w:rsidR="005427C5">
        <w:rPr>
          <w:rFonts w:ascii="Times New Roman" w:hAnsi="Times New Roman" w:cs="Times New Roman"/>
          <w:sz w:val="28"/>
          <w:szCs w:val="28"/>
        </w:rPr>
        <w:t xml:space="preserve"> </w:t>
      </w:r>
      <w:r w:rsidR="003B4433">
        <w:rPr>
          <w:rFonts w:ascii="Times New Roman" w:hAnsi="Times New Roman" w:cs="Times New Roman"/>
          <w:sz w:val="28"/>
          <w:szCs w:val="28"/>
        </w:rPr>
        <w:t>редукционно-охладительные установки (</w:t>
      </w:r>
      <w:r w:rsidR="005427C5">
        <w:rPr>
          <w:rFonts w:ascii="Times New Roman" w:hAnsi="Times New Roman" w:cs="Times New Roman"/>
          <w:sz w:val="28"/>
          <w:szCs w:val="28"/>
        </w:rPr>
        <w:t>РОУ</w:t>
      </w:r>
      <w:r w:rsidR="003B4433">
        <w:rPr>
          <w:rFonts w:ascii="Times New Roman" w:hAnsi="Times New Roman" w:cs="Times New Roman"/>
          <w:sz w:val="28"/>
          <w:szCs w:val="28"/>
        </w:rPr>
        <w:t>)</w:t>
      </w:r>
      <w:r w:rsidR="005427C5">
        <w:rPr>
          <w:rFonts w:ascii="Times New Roman" w:hAnsi="Times New Roman" w:cs="Times New Roman"/>
          <w:sz w:val="28"/>
          <w:szCs w:val="28"/>
        </w:rPr>
        <w:t xml:space="preserve"> и </w:t>
      </w:r>
      <w:r w:rsidR="003B4433">
        <w:rPr>
          <w:rFonts w:ascii="Times New Roman" w:hAnsi="Times New Roman" w:cs="Times New Roman"/>
          <w:sz w:val="28"/>
          <w:szCs w:val="28"/>
        </w:rPr>
        <w:t>быстродействующие редукционно-охладительные установки (</w:t>
      </w:r>
      <w:r w:rsidR="005427C5">
        <w:rPr>
          <w:rFonts w:ascii="Times New Roman" w:hAnsi="Times New Roman" w:cs="Times New Roman"/>
          <w:sz w:val="28"/>
          <w:szCs w:val="28"/>
        </w:rPr>
        <w:t>БРОУ</w:t>
      </w:r>
      <w:r w:rsidR="003B4433">
        <w:rPr>
          <w:rFonts w:ascii="Times New Roman" w:hAnsi="Times New Roman" w:cs="Times New Roman"/>
          <w:sz w:val="28"/>
          <w:szCs w:val="28"/>
        </w:rPr>
        <w:t>)</w:t>
      </w:r>
      <w:r w:rsidR="005427C5">
        <w:rPr>
          <w:rFonts w:ascii="Times New Roman" w:hAnsi="Times New Roman" w:cs="Times New Roman"/>
          <w:sz w:val="28"/>
          <w:szCs w:val="28"/>
        </w:rPr>
        <w:t>, 12%, автоматика и контрольно-измерительные приборы 12%.</w:t>
      </w:r>
      <w:r w:rsidR="00DA6268" w:rsidRPr="00DA6268">
        <w:rPr>
          <w:rFonts w:ascii="Times New Roman" w:hAnsi="Times New Roman" w:cs="Times New Roman"/>
          <w:sz w:val="28"/>
          <w:szCs w:val="28"/>
        </w:rPr>
        <w:t>[1]</w:t>
      </w:r>
    </w:p>
    <w:p w14:paraId="75F35ACD" w14:textId="77777777" w:rsidR="00436BBE" w:rsidRPr="00DA6268" w:rsidRDefault="00354943" w:rsidP="00092031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C5A63">
        <w:rPr>
          <w:rFonts w:ascii="Times New Roman" w:hAnsi="Times New Roman" w:cs="Times New Roman"/>
          <w:sz w:val="28"/>
          <w:szCs w:val="28"/>
        </w:rPr>
        <w:t>При проектировании централизованного теплоснабжения городов приходится решать вопрос об эффективности сооружения ТЭЦ. В этом случае вариант теплоснабжения от ТЭЦ сопоставляется на основе технико-</w:t>
      </w:r>
      <w:r w:rsidR="002150D3">
        <w:rPr>
          <w:rFonts w:ascii="Times New Roman" w:hAnsi="Times New Roman" w:cs="Times New Roman"/>
          <w:sz w:val="28"/>
          <w:szCs w:val="28"/>
        </w:rPr>
        <w:t xml:space="preserve">экономических расчетов с вариантом раздельного снабжения района тепловой и электрической энергией от районной котельной и КЭС (так называемой «раздельной установкой»). Выполненные в Сибирском отделении АН СССР расчеты показали, что при отопительной нагрузке района менее 40-110 МВт экономически целесообразна раздельная установка; при нагрузке выше 85-170 МВт преимущество на стороне комбинированной установки типа </w:t>
      </w:r>
      <w:proofErr w:type="gramStart"/>
      <w:r w:rsidR="002150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150D3">
        <w:rPr>
          <w:rFonts w:ascii="Times New Roman" w:hAnsi="Times New Roman" w:cs="Times New Roman"/>
          <w:sz w:val="28"/>
          <w:szCs w:val="28"/>
        </w:rPr>
        <w:t>, а при нагрузках выше 250-450 МВт предпочтительны КО-установки.</w:t>
      </w:r>
      <w:r w:rsidR="00D525FF">
        <w:rPr>
          <w:rFonts w:ascii="Times New Roman" w:hAnsi="Times New Roman" w:cs="Times New Roman"/>
          <w:sz w:val="28"/>
          <w:szCs w:val="28"/>
        </w:rPr>
        <w:t xml:space="preserve"> Верхние значения относятся дешевому, а нижние</w:t>
      </w:r>
      <w:r w:rsidR="00D525FF">
        <w:rPr>
          <w:rFonts w:ascii="Cambria Math" w:hAnsi="Cambria Math" w:cs="Times New Roman"/>
          <w:sz w:val="28"/>
          <w:szCs w:val="28"/>
        </w:rPr>
        <w:t>—</w:t>
      </w:r>
      <w:r w:rsidR="00D525FF">
        <w:rPr>
          <w:rFonts w:ascii="Times New Roman" w:hAnsi="Times New Roman" w:cs="Times New Roman"/>
          <w:sz w:val="28"/>
          <w:szCs w:val="28"/>
        </w:rPr>
        <w:t>к дорогому топливу.</w:t>
      </w:r>
      <w:r w:rsidR="00DA6268">
        <w:rPr>
          <w:rFonts w:ascii="Times New Roman" w:hAnsi="Times New Roman" w:cs="Times New Roman"/>
          <w:sz w:val="28"/>
          <w:szCs w:val="28"/>
          <w:lang w:val="en-US"/>
        </w:rPr>
        <w:t>[1]</w:t>
      </w:r>
    </w:p>
    <w:p w14:paraId="13EF7325" w14:textId="77777777" w:rsidR="001823C7" w:rsidRDefault="0043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42111E7" w14:textId="77777777" w:rsidR="001823C7" w:rsidRDefault="001823C7" w:rsidP="001823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14:paraId="63B8C559" w14:textId="77777777" w:rsidR="001823C7" w:rsidRDefault="00663254" w:rsidP="001823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работе были рассмотрены  технико-экономические показатели, которые следует учитывать при сравнении экономичности вариантов проектирования ТЭС.</w:t>
      </w:r>
      <w:r w:rsidR="001823C7">
        <w:rPr>
          <w:rFonts w:ascii="Times New Roman" w:hAnsi="Times New Roman" w:cs="Times New Roman"/>
          <w:sz w:val="28"/>
          <w:szCs w:val="28"/>
        </w:rPr>
        <w:br w:type="page"/>
      </w:r>
    </w:p>
    <w:p w14:paraId="4277DFE4" w14:textId="77777777" w:rsidR="00436BBE" w:rsidRDefault="00436BBE">
      <w:pPr>
        <w:rPr>
          <w:rFonts w:ascii="Times New Roman" w:hAnsi="Times New Roman" w:cs="Times New Roman"/>
          <w:sz w:val="28"/>
          <w:szCs w:val="28"/>
        </w:rPr>
      </w:pPr>
    </w:p>
    <w:p w14:paraId="0BD511A3" w14:textId="77777777" w:rsidR="00092031" w:rsidRDefault="00436BBE" w:rsidP="00436BBE">
      <w:pPr>
        <w:tabs>
          <w:tab w:val="left" w:pos="390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14:paraId="08124B99" w14:textId="77777777" w:rsidR="00436BBE" w:rsidRPr="001A3F66" w:rsidRDefault="00085371" w:rsidP="00436BBE">
      <w:pPr>
        <w:pStyle w:val="a6"/>
        <w:numPr>
          <w:ilvl w:val="0"/>
          <w:numId w:val="2"/>
        </w:numPr>
        <w:tabs>
          <w:tab w:val="left" w:pos="39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A3F66">
        <w:rPr>
          <w:rFonts w:ascii="Times New Roman" w:hAnsi="Times New Roman" w:cs="Times New Roman"/>
          <w:sz w:val="28"/>
          <w:szCs w:val="28"/>
        </w:rPr>
        <w:t xml:space="preserve">Елизаров Д.П., </w:t>
      </w:r>
      <w:r w:rsidR="00436BBE" w:rsidRPr="001A3F66">
        <w:rPr>
          <w:rFonts w:ascii="Times New Roman" w:hAnsi="Times New Roman" w:cs="Times New Roman"/>
          <w:sz w:val="28"/>
          <w:szCs w:val="28"/>
        </w:rPr>
        <w:t xml:space="preserve">Теплоэнергетические установки электростанций: Учебник для вузов.—2-е изд., </w:t>
      </w:r>
      <w:proofErr w:type="spellStart"/>
      <w:r w:rsidR="00436BBE" w:rsidRPr="001A3F6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436BBE" w:rsidRPr="001A3F66">
        <w:rPr>
          <w:rFonts w:ascii="Times New Roman" w:hAnsi="Times New Roman" w:cs="Times New Roman"/>
          <w:sz w:val="28"/>
          <w:szCs w:val="28"/>
        </w:rPr>
        <w:t xml:space="preserve">. и доп.—М.: </w:t>
      </w:r>
      <w:proofErr w:type="spellStart"/>
      <w:r w:rsidR="00436BBE" w:rsidRPr="001A3F66">
        <w:rPr>
          <w:rFonts w:ascii="Times New Roman" w:hAnsi="Times New Roman" w:cs="Times New Roman"/>
          <w:sz w:val="28"/>
          <w:szCs w:val="28"/>
        </w:rPr>
        <w:t>Энергоиздат</w:t>
      </w:r>
      <w:proofErr w:type="spellEnd"/>
      <w:r w:rsidR="00436BBE" w:rsidRPr="001A3F66">
        <w:rPr>
          <w:rFonts w:ascii="Times New Roman" w:hAnsi="Times New Roman" w:cs="Times New Roman"/>
          <w:sz w:val="28"/>
          <w:szCs w:val="28"/>
        </w:rPr>
        <w:t>, 1982. —264с.</w:t>
      </w:r>
    </w:p>
    <w:p w14:paraId="40EAD498" w14:textId="77777777" w:rsidR="00085371" w:rsidRPr="001A3F66" w:rsidRDefault="00085371" w:rsidP="00436BBE">
      <w:pPr>
        <w:pStyle w:val="a6"/>
        <w:numPr>
          <w:ilvl w:val="0"/>
          <w:numId w:val="2"/>
        </w:numPr>
        <w:tabs>
          <w:tab w:val="left" w:pos="390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A3F66">
        <w:rPr>
          <w:rFonts w:ascii="Times New Roman" w:hAnsi="Times New Roman" w:cs="Times New Roman"/>
          <w:sz w:val="28"/>
          <w:szCs w:val="28"/>
        </w:rPr>
        <w:t xml:space="preserve">Рыжкин В. Я. Тепловые электрические станции: Учебник для вузов/ Под ред. В. Я. </w:t>
      </w:r>
      <w:proofErr w:type="spellStart"/>
      <w:r w:rsidRPr="001A3F66">
        <w:rPr>
          <w:rFonts w:ascii="Times New Roman" w:hAnsi="Times New Roman" w:cs="Times New Roman"/>
          <w:sz w:val="28"/>
          <w:szCs w:val="28"/>
        </w:rPr>
        <w:t>Гиршфельда</w:t>
      </w:r>
      <w:proofErr w:type="spellEnd"/>
      <w:r w:rsidRPr="001A3F66">
        <w:rPr>
          <w:rFonts w:ascii="Times New Roman" w:hAnsi="Times New Roman" w:cs="Times New Roman"/>
          <w:sz w:val="28"/>
          <w:szCs w:val="28"/>
        </w:rPr>
        <w:t xml:space="preserve">. —3-е изд., </w:t>
      </w:r>
      <w:proofErr w:type="spellStart"/>
      <w:r w:rsidRPr="001A3F6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A3F66">
        <w:rPr>
          <w:rFonts w:ascii="Times New Roman" w:hAnsi="Times New Roman" w:cs="Times New Roman"/>
          <w:sz w:val="28"/>
          <w:szCs w:val="28"/>
        </w:rPr>
        <w:t xml:space="preserve">. и доп. </w:t>
      </w:r>
      <w:proofErr w:type="gramStart"/>
      <w:r w:rsidRPr="001A3F66">
        <w:rPr>
          <w:rFonts w:ascii="Times New Roman" w:hAnsi="Times New Roman" w:cs="Times New Roman"/>
          <w:sz w:val="28"/>
          <w:szCs w:val="28"/>
        </w:rPr>
        <w:t>—М</w:t>
      </w:r>
      <w:proofErr w:type="gramEnd"/>
      <w:r w:rsidRPr="001A3F66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1A3F66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1A3F66">
        <w:rPr>
          <w:rFonts w:ascii="Times New Roman" w:hAnsi="Times New Roman" w:cs="Times New Roman"/>
          <w:sz w:val="28"/>
          <w:szCs w:val="28"/>
        </w:rPr>
        <w:t>, 1987. —328с.</w:t>
      </w:r>
    </w:p>
    <w:sectPr w:rsidR="00085371" w:rsidRPr="001A3F66" w:rsidSect="007D0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47514"/>
    <w:multiLevelType w:val="hybridMultilevel"/>
    <w:tmpl w:val="87A4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562FE"/>
    <w:multiLevelType w:val="hybridMultilevel"/>
    <w:tmpl w:val="69369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11EE"/>
    <w:rsid w:val="000255BA"/>
    <w:rsid w:val="00085371"/>
    <w:rsid w:val="00092031"/>
    <w:rsid w:val="000E43B0"/>
    <w:rsid w:val="0011206D"/>
    <w:rsid w:val="001430B4"/>
    <w:rsid w:val="00147004"/>
    <w:rsid w:val="001823C7"/>
    <w:rsid w:val="001A3F66"/>
    <w:rsid w:val="002150D3"/>
    <w:rsid w:val="002D7F45"/>
    <w:rsid w:val="00316643"/>
    <w:rsid w:val="00323979"/>
    <w:rsid w:val="00354943"/>
    <w:rsid w:val="00395145"/>
    <w:rsid w:val="003B23C9"/>
    <w:rsid w:val="003B4433"/>
    <w:rsid w:val="003F00E0"/>
    <w:rsid w:val="00436BBE"/>
    <w:rsid w:val="00455C8F"/>
    <w:rsid w:val="00496F2C"/>
    <w:rsid w:val="004C63AF"/>
    <w:rsid w:val="004D6EC3"/>
    <w:rsid w:val="00502591"/>
    <w:rsid w:val="00510ACC"/>
    <w:rsid w:val="0053448C"/>
    <w:rsid w:val="00534CE5"/>
    <w:rsid w:val="005427C5"/>
    <w:rsid w:val="0061400D"/>
    <w:rsid w:val="00640CBB"/>
    <w:rsid w:val="00652B3D"/>
    <w:rsid w:val="00663254"/>
    <w:rsid w:val="006B6731"/>
    <w:rsid w:val="006E013A"/>
    <w:rsid w:val="006E32AD"/>
    <w:rsid w:val="0071685B"/>
    <w:rsid w:val="007857D2"/>
    <w:rsid w:val="007D095B"/>
    <w:rsid w:val="00802C0B"/>
    <w:rsid w:val="00822CCD"/>
    <w:rsid w:val="0087739D"/>
    <w:rsid w:val="008A3532"/>
    <w:rsid w:val="00A0698A"/>
    <w:rsid w:val="00B85E3B"/>
    <w:rsid w:val="00C15466"/>
    <w:rsid w:val="00CC5A63"/>
    <w:rsid w:val="00D525FF"/>
    <w:rsid w:val="00DA6268"/>
    <w:rsid w:val="00EA3336"/>
    <w:rsid w:val="00EF3981"/>
    <w:rsid w:val="00F5465E"/>
    <w:rsid w:val="00F811EE"/>
    <w:rsid w:val="00F828F6"/>
    <w:rsid w:val="00F87DE9"/>
    <w:rsid w:val="00F9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64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95B"/>
  </w:style>
  <w:style w:type="paragraph" w:styleId="2">
    <w:name w:val="heading 2"/>
    <w:basedOn w:val="a"/>
    <w:next w:val="a"/>
    <w:link w:val="20"/>
    <w:qFormat/>
    <w:rsid w:val="00F811E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11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4pt">
    <w:name w:val="Стиль 14 pt"/>
    <w:basedOn w:val="a0"/>
    <w:rsid w:val="00F811EE"/>
    <w:rPr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F81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EE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316643"/>
    <w:pPr>
      <w:widowControl w:val="0"/>
      <w:autoSpaceDE w:val="0"/>
      <w:autoSpaceDN w:val="0"/>
      <w:adjustRightInd w:val="0"/>
      <w:spacing w:after="0" w:line="250" w:lineRule="exact"/>
      <w:ind w:firstLine="443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31664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9">
    <w:name w:val="Font Style19"/>
    <w:basedOn w:val="a0"/>
    <w:uiPriority w:val="99"/>
    <w:rsid w:val="003166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3166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316643"/>
    <w:pPr>
      <w:widowControl w:val="0"/>
      <w:autoSpaceDE w:val="0"/>
      <w:autoSpaceDN w:val="0"/>
      <w:adjustRightInd w:val="0"/>
      <w:spacing w:after="0" w:line="227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316643"/>
    <w:rPr>
      <w:rFonts w:ascii="Times New Roman" w:hAnsi="Times New Roman" w:cs="Times New Roman"/>
      <w:b/>
      <w:bCs/>
      <w:spacing w:val="30"/>
      <w:sz w:val="16"/>
      <w:szCs w:val="16"/>
    </w:rPr>
  </w:style>
  <w:style w:type="character" w:customStyle="1" w:styleId="FontStyle18">
    <w:name w:val="Font Style18"/>
    <w:basedOn w:val="a0"/>
    <w:uiPriority w:val="99"/>
    <w:rsid w:val="00316643"/>
    <w:rPr>
      <w:rFonts w:ascii="Times New Roman" w:hAnsi="Times New Roman" w:cs="Times New Roman"/>
      <w:sz w:val="22"/>
      <w:szCs w:val="22"/>
    </w:rPr>
  </w:style>
  <w:style w:type="character" w:styleId="a5">
    <w:name w:val="Placeholder Text"/>
    <w:basedOn w:val="a0"/>
    <w:uiPriority w:val="99"/>
    <w:semiHidden/>
    <w:rsid w:val="0087739D"/>
    <w:rPr>
      <w:color w:val="808080"/>
    </w:rPr>
  </w:style>
  <w:style w:type="paragraph" w:styleId="a6">
    <w:name w:val="List Paragraph"/>
    <w:basedOn w:val="a"/>
    <w:uiPriority w:val="34"/>
    <w:qFormat/>
    <w:rsid w:val="00652B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E5CBC-7314-48A7-A49A-B7970402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9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Striker</cp:lastModifiedBy>
  <cp:revision>9</cp:revision>
  <cp:lastPrinted>2010-05-21T02:29:00Z</cp:lastPrinted>
  <dcterms:created xsi:type="dcterms:W3CDTF">2010-05-21T02:29:00Z</dcterms:created>
  <dcterms:modified xsi:type="dcterms:W3CDTF">2010-06-02T01:57:00Z</dcterms:modified>
</cp:coreProperties>
</file>